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6249B" w:rsidRPr="00037004" w:rsidRDefault="0096249B" w:rsidP="005C3A68">
      <w:pPr>
        <w:ind w:left="8640"/>
        <w:contextualSpacing/>
        <w:rPr>
          <w:b/>
        </w:rPr>
      </w:pPr>
      <w:r w:rsidRPr="00037004">
        <w:rPr>
          <w:b/>
        </w:rPr>
        <w:t>Name</w:t>
      </w:r>
    </w:p>
    <w:p w:rsidR="0096249B" w:rsidRPr="00037004" w:rsidRDefault="0096249B" w:rsidP="005C3A68">
      <w:pPr>
        <w:ind w:left="7920" w:firstLine="720"/>
        <w:contextualSpacing/>
        <w:rPr>
          <w:b/>
        </w:rPr>
      </w:pPr>
      <w:r w:rsidRPr="00037004">
        <w:rPr>
          <w:b/>
        </w:rPr>
        <w:t>Date</w:t>
      </w:r>
    </w:p>
    <w:p w:rsidR="0096249B" w:rsidRPr="00037004" w:rsidRDefault="0096249B" w:rsidP="005C3A68">
      <w:pPr>
        <w:ind w:left="7920" w:firstLine="720"/>
        <w:contextualSpacing/>
        <w:rPr>
          <w:b/>
        </w:rPr>
      </w:pPr>
      <w:r w:rsidRPr="00037004">
        <w:rPr>
          <w:b/>
        </w:rPr>
        <w:t>Hour</w:t>
      </w:r>
    </w:p>
    <w:p w:rsidR="0096249B" w:rsidRPr="00037004" w:rsidRDefault="0096249B" w:rsidP="005C3A68">
      <w:pPr>
        <w:ind w:left="7920" w:firstLine="720"/>
        <w:contextualSpacing/>
        <w:rPr>
          <w:b/>
        </w:rPr>
      </w:pPr>
      <w:r w:rsidRPr="00037004">
        <w:rPr>
          <w:b/>
        </w:rPr>
        <w:t>Teacher</w:t>
      </w:r>
    </w:p>
    <w:p w:rsidR="0096249B" w:rsidRDefault="0096249B" w:rsidP="00211B3D">
      <w:pPr>
        <w:contextualSpacing/>
        <w:jc w:val="center"/>
        <w:rPr>
          <w:b/>
        </w:rPr>
      </w:pPr>
      <w:r w:rsidRPr="00037004">
        <w:rPr>
          <w:b/>
          <w:i/>
        </w:rPr>
        <w:t>The Circuit</w:t>
      </w:r>
      <w:r w:rsidRPr="00037004">
        <w:rPr>
          <w:b/>
        </w:rPr>
        <w:t xml:space="preserve"> Discussion Questions</w:t>
      </w:r>
    </w:p>
    <w:p w:rsidR="0096249B" w:rsidRDefault="0096249B" w:rsidP="00211B3D">
      <w:pPr>
        <w:contextualSpacing/>
        <w:jc w:val="center"/>
        <w:rPr>
          <w:b/>
        </w:rPr>
      </w:pPr>
    </w:p>
    <w:p w:rsidR="0096249B" w:rsidRDefault="0096249B" w:rsidP="00F826F3">
      <w:pPr>
        <w:contextualSpacing/>
        <w:rPr>
          <w:b/>
        </w:rPr>
      </w:pPr>
      <w:r>
        <w:rPr>
          <w:b/>
        </w:rPr>
        <w:t xml:space="preserve">Directions: </w:t>
      </w:r>
      <w:bookmarkStart w:id="0" w:name="_GoBack"/>
      <w:r>
        <w:rPr>
          <w:b/>
        </w:rPr>
        <w:t>Answer the following questions in complete sentences.</w:t>
      </w:r>
      <w:bookmarkEnd w:id="0"/>
    </w:p>
    <w:p w:rsidR="0096249B" w:rsidRDefault="0096249B" w:rsidP="00F826F3">
      <w:pPr>
        <w:contextualSpacing/>
        <w:rPr>
          <w:b/>
        </w:rPr>
      </w:pPr>
    </w:p>
    <w:p w:rsidR="0096249B" w:rsidRPr="00037004" w:rsidRDefault="0096249B" w:rsidP="00211B3D">
      <w:pPr>
        <w:contextualSpacing/>
        <w:rPr>
          <w:b/>
        </w:rPr>
      </w:pPr>
      <w:r w:rsidRPr="00037004">
        <w:rPr>
          <w:b/>
        </w:rPr>
        <w:t>Chapter 1: “Under the Wire” (pages 1-7)</w:t>
      </w:r>
    </w:p>
    <w:p w:rsidR="0096249B" w:rsidRDefault="0096249B" w:rsidP="00211B3D">
      <w:pPr>
        <w:pStyle w:val="ListParagraph"/>
        <w:numPr>
          <w:ilvl w:val="0"/>
          <w:numId w:val="1"/>
        </w:numPr>
      </w:pPr>
      <w:r>
        <w:t>What does California represent to Francisco and his family?  How do you know?  (Give an example to support.)</w:t>
      </w:r>
    </w:p>
    <w:p w:rsidR="0096249B" w:rsidRDefault="0096249B" w:rsidP="00FC1596">
      <w:pPr>
        <w:pStyle w:val="ListParagraph"/>
      </w:pPr>
    </w:p>
    <w:p w:rsidR="0096249B" w:rsidRDefault="0096249B" w:rsidP="00FC1596">
      <w:pPr>
        <w:pStyle w:val="ListParagraph"/>
      </w:pPr>
    </w:p>
    <w:p w:rsidR="0096249B" w:rsidRDefault="0096249B" w:rsidP="00FC1596">
      <w:pPr>
        <w:pStyle w:val="ListParagraph"/>
      </w:pPr>
    </w:p>
    <w:p w:rsidR="0096249B" w:rsidRDefault="0096249B" w:rsidP="00FC1596">
      <w:pPr>
        <w:pStyle w:val="ListParagraph"/>
      </w:pPr>
    </w:p>
    <w:p w:rsidR="0096249B" w:rsidRPr="00F152BD" w:rsidRDefault="0096249B" w:rsidP="00211B3D">
      <w:pPr>
        <w:pStyle w:val="ListParagraph"/>
        <w:numPr>
          <w:ilvl w:val="0"/>
          <w:numId w:val="1"/>
        </w:numPr>
      </w:pPr>
      <w:r>
        <w:t>What can you infer about the family’s economic state, based on their belongings, living conditions, etc?</w:t>
      </w:r>
    </w:p>
    <w:p w:rsidR="0096249B" w:rsidRDefault="0096249B" w:rsidP="00211B3D">
      <w:pPr>
        <w:pStyle w:val="ListParagraph"/>
      </w:pPr>
    </w:p>
    <w:p w:rsidR="0096249B" w:rsidRDefault="0096249B" w:rsidP="00211B3D">
      <w:pPr>
        <w:pStyle w:val="ListParagraph"/>
      </w:pPr>
    </w:p>
    <w:p w:rsidR="0096249B" w:rsidRDefault="0096249B" w:rsidP="00211B3D">
      <w:pPr>
        <w:pStyle w:val="ListParagraph"/>
      </w:pPr>
    </w:p>
    <w:p w:rsidR="0096249B" w:rsidRDefault="0096249B" w:rsidP="00211B3D">
      <w:pPr>
        <w:pStyle w:val="ListParagraph"/>
      </w:pPr>
    </w:p>
    <w:p w:rsidR="0096249B" w:rsidRDefault="0096249B" w:rsidP="00FC1596">
      <w:pPr>
        <w:pStyle w:val="ListParagraph"/>
        <w:numPr>
          <w:ilvl w:val="0"/>
          <w:numId w:val="1"/>
        </w:numPr>
      </w:pPr>
      <w:r>
        <w:t>Imagine you are Francisco.  How would you feel crawling through the hole beneath the wire fence?</w:t>
      </w:r>
    </w:p>
    <w:p w:rsidR="0096249B" w:rsidRDefault="0096249B" w:rsidP="00FC1596">
      <w:pPr>
        <w:pStyle w:val="ListParagraph"/>
      </w:pPr>
    </w:p>
    <w:p w:rsidR="0096249B" w:rsidRDefault="0096249B" w:rsidP="00FC1596">
      <w:pPr>
        <w:pStyle w:val="ListParagraph"/>
      </w:pPr>
    </w:p>
    <w:p w:rsidR="0096249B" w:rsidRDefault="0096249B" w:rsidP="00FC1596">
      <w:pPr>
        <w:pStyle w:val="ListParagraph"/>
      </w:pPr>
    </w:p>
    <w:p w:rsidR="0096249B" w:rsidRPr="00F152BD" w:rsidRDefault="0096249B" w:rsidP="00FC1596">
      <w:pPr>
        <w:pStyle w:val="ListParagraph"/>
      </w:pPr>
    </w:p>
    <w:p w:rsidR="0096249B" w:rsidRPr="005255F4" w:rsidRDefault="0096249B" w:rsidP="00211B3D">
      <w:pPr>
        <w:contextualSpacing/>
        <w:rPr>
          <w:b/>
        </w:rPr>
      </w:pPr>
      <w:r w:rsidRPr="005255F4">
        <w:rPr>
          <w:b/>
        </w:rPr>
        <w:t>Chapter 2: “Soledad” (pages 8-11)</w:t>
      </w:r>
    </w:p>
    <w:p w:rsidR="0096249B" w:rsidRDefault="0096249B" w:rsidP="00211B3D">
      <w:pPr>
        <w:pStyle w:val="ListParagraph"/>
        <w:numPr>
          <w:ilvl w:val="0"/>
          <w:numId w:val="2"/>
        </w:numPr>
      </w:pPr>
      <w:r>
        <w:t>Discuss what you think the author is trying to convey about the migrant family.</w:t>
      </w:r>
    </w:p>
    <w:p w:rsidR="0096249B" w:rsidRDefault="0096249B" w:rsidP="00FC1596">
      <w:pPr>
        <w:pStyle w:val="ListParagraph"/>
      </w:pPr>
    </w:p>
    <w:p w:rsidR="0096249B" w:rsidRDefault="0096249B" w:rsidP="00FC1596">
      <w:pPr>
        <w:pStyle w:val="ListParagraph"/>
      </w:pPr>
    </w:p>
    <w:p w:rsidR="0096249B" w:rsidRDefault="0096249B" w:rsidP="00FC1596">
      <w:pPr>
        <w:pStyle w:val="ListParagraph"/>
      </w:pPr>
    </w:p>
    <w:p w:rsidR="0096249B" w:rsidRDefault="0096249B" w:rsidP="00FC1596">
      <w:pPr>
        <w:pStyle w:val="ListParagraph"/>
      </w:pPr>
    </w:p>
    <w:p w:rsidR="0096249B" w:rsidRDefault="0096249B" w:rsidP="00211B3D">
      <w:pPr>
        <w:pStyle w:val="ListParagraph"/>
        <w:numPr>
          <w:ilvl w:val="0"/>
          <w:numId w:val="2"/>
        </w:numPr>
      </w:pPr>
      <w:r>
        <w:t>Identify Papá’s response after Francisco mixes dirt with the cotton bolls.  Interpret what this tells you about his father’s values/the values of the migrant family.</w:t>
      </w:r>
    </w:p>
    <w:p w:rsidR="0096249B" w:rsidRDefault="0096249B" w:rsidP="00FC1596">
      <w:pPr>
        <w:pStyle w:val="ListParagraph"/>
      </w:pPr>
    </w:p>
    <w:p w:rsidR="0096249B" w:rsidRDefault="0096249B" w:rsidP="00FC1596">
      <w:pPr>
        <w:pStyle w:val="ListParagraph"/>
      </w:pPr>
    </w:p>
    <w:p w:rsidR="0096249B" w:rsidRDefault="0096249B" w:rsidP="00FC1596">
      <w:pPr>
        <w:pStyle w:val="ListParagraph"/>
      </w:pPr>
    </w:p>
    <w:p w:rsidR="0096249B" w:rsidRDefault="0096249B" w:rsidP="00FC1596">
      <w:pPr>
        <w:pStyle w:val="ListParagraph"/>
      </w:pPr>
    </w:p>
    <w:p w:rsidR="0096249B" w:rsidRPr="00F152BD" w:rsidRDefault="0096249B" w:rsidP="00211B3D">
      <w:pPr>
        <w:pStyle w:val="ListParagraph"/>
        <w:numPr>
          <w:ilvl w:val="0"/>
          <w:numId w:val="2"/>
        </w:numPr>
      </w:pPr>
      <w:r>
        <w:t>Compare your life with Francisco’s.  What’s the same?  What’s different?  (Write at least a paragraph.)</w:t>
      </w:r>
    </w:p>
    <w:p w:rsidR="0096249B" w:rsidRDefault="0096249B" w:rsidP="00211B3D">
      <w:pPr>
        <w:pStyle w:val="ListParagraph"/>
      </w:pPr>
    </w:p>
    <w:p w:rsidR="0096249B" w:rsidRDefault="0096249B" w:rsidP="00211B3D">
      <w:pPr>
        <w:pStyle w:val="ListParagraph"/>
      </w:pPr>
    </w:p>
    <w:p w:rsidR="0096249B" w:rsidRDefault="0096249B" w:rsidP="00211B3D">
      <w:pPr>
        <w:pStyle w:val="ListParagraph"/>
      </w:pPr>
    </w:p>
    <w:p w:rsidR="0096249B" w:rsidRDefault="0096249B" w:rsidP="00211B3D">
      <w:pPr>
        <w:pStyle w:val="ListParagraph"/>
      </w:pPr>
    </w:p>
    <w:p w:rsidR="0096249B" w:rsidRDefault="0096249B" w:rsidP="00211B3D">
      <w:pPr>
        <w:pStyle w:val="ListParagraph"/>
      </w:pPr>
    </w:p>
    <w:p w:rsidR="0096249B" w:rsidRDefault="0096249B" w:rsidP="00211B3D">
      <w:pPr>
        <w:pStyle w:val="ListParagraph"/>
      </w:pPr>
    </w:p>
    <w:p w:rsidR="0096249B" w:rsidRDefault="0096249B" w:rsidP="00211B3D">
      <w:pPr>
        <w:pStyle w:val="ListParagraph"/>
      </w:pPr>
    </w:p>
    <w:p w:rsidR="0096249B" w:rsidRPr="00F152BD" w:rsidRDefault="0096249B" w:rsidP="00211B3D">
      <w:pPr>
        <w:pStyle w:val="ListParagraph"/>
      </w:pPr>
    </w:p>
    <w:p w:rsidR="0096249B" w:rsidRPr="005255F4" w:rsidRDefault="0096249B" w:rsidP="00211B3D">
      <w:pPr>
        <w:contextualSpacing/>
        <w:rPr>
          <w:b/>
        </w:rPr>
      </w:pPr>
      <w:r w:rsidRPr="005255F4">
        <w:rPr>
          <w:b/>
        </w:rPr>
        <w:t>Chapter 3: “Inside Out” (pages 12-21)</w:t>
      </w:r>
    </w:p>
    <w:p w:rsidR="0096249B" w:rsidRDefault="0096249B" w:rsidP="00FC1596">
      <w:pPr>
        <w:pStyle w:val="ListParagraph"/>
        <w:numPr>
          <w:ilvl w:val="0"/>
          <w:numId w:val="3"/>
        </w:numPr>
      </w:pPr>
      <w:r>
        <w:t>Evaluate the following scenarios:</w:t>
      </w:r>
    </w:p>
    <w:p w:rsidR="0096249B" w:rsidRDefault="0096249B" w:rsidP="00D56C5E">
      <w:pPr>
        <w:pStyle w:val="ListParagraph"/>
      </w:pPr>
      <w:r>
        <w:t>How would Francisco’s experience at school change…</w:t>
      </w:r>
    </w:p>
    <w:p w:rsidR="0096249B" w:rsidRDefault="0096249B" w:rsidP="00FC1596">
      <w:pPr>
        <w:pStyle w:val="ListParagraph"/>
      </w:pPr>
      <w:r>
        <w:t>…if he had been able to speak freely in Spanish?</w:t>
      </w:r>
    </w:p>
    <w:p w:rsidR="0096249B" w:rsidRDefault="0096249B" w:rsidP="00FC1596">
      <w:pPr>
        <w:pStyle w:val="ListParagraph"/>
      </w:pPr>
    </w:p>
    <w:p w:rsidR="0096249B" w:rsidRDefault="0096249B" w:rsidP="00FC1596">
      <w:pPr>
        <w:pStyle w:val="ListParagraph"/>
      </w:pPr>
    </w:p>
    <w:p w:rsidR="0096249B" w:rsidRDefault="0096249B" w:rsidP="00FC1596">
      <w:pPr>
        <w:pStyle w:val="ListParagraph"/>
      </w:pPr>
    </w:p>
    <w:p w:rsidR="0096249B" w:rsidRDefault="0096249B" w:rsidP="00FC1596">
      <w:pPr>
        <w:pStyle w:val="ListParagraph"/>
      </w:pPr>
    </w:p>
    <w:p w:rsidR="0096249B" w:rsidRDefault="0096249B" w:rsidP="00FC1596">
      <w:pPr>
        <w:pStyle w:val="ListParagraph"/>
      </w:pPr>
      <w:r>
        <w:t>…if he had been able to talk to Arthur more?</w:t>
      </w:r>
    </w:p>
    <w:p w:rsidR="0096249B" w:rsidRDefault="0096249B" w:rsidP="00FC1596">
      <w:pPr>
        <w:pStyle w:val="ListParagraph"/>
      </w:pPr>
    </w:p>
    <w:p w:rsidR="0096249B" w:rsidRDefault="0096249B" w:rsidP="00FC1596">
      <w:pPr>
        <w:pStyle w:val="ListParagraph"/>
      </w:pPr>
    </w:p>
    <w:p w:rsidR="0096249B" w:rsidRDefault="0096249B" w:rsidP="00FC1596">
      <w:pPr>
        <w:pStyle w:val="ListParagraph"/>
      </w:pPr>
    </w:p>
    <w:p w:rsidR="0096249B" w:rsidRDefault="0096249B" w:rsidP="00FC1596">
      <w:pPr>
        <w:pStyle w:val="ListParagraph"/>
      </w:pPr>
    </w:p>
    <w:p w:rsidR="0096249B" w:rsidRDefault="0096249B" w:rsidP="00FC1596">
      <w:pPr>
        <w:pStyle w:val="ListParagraph"/>
      </w:pPr>
      <w:r>
        <w:t>…if he had a teacher who spoke Spanish (at least a few words here and there)?</w:t>
      </w:r>
    </w:p>
    <w:p w:rsidR="0096249B" w:rsidRDefault="0096249B" w:rsidP="00FC1596">
      <w:pPr>
        <w:pStyle w:val="ListParagraph"/>
      </w:pPr>
    </w:p>
    <w:p w:rsidR="0096249B" w:rsidRDefault="0096249B" w:rsidP="00FC1596">
      <w:pPr>
        <w:pStyle w:val="ListParagraph"/>
      </w:pPr>
    </w:p>
    <w:p w:rsidR="0096249B" w:rsidRDefault="0096249B" w:rsidP="00FC1596">
      <w:pPr>
        <w:pStyle w:val="ListParagraph"/>
      </w:pPr>
    </w:p>
    <w:p w:rsidR="0096249B" w:rsidRDefault="0096249B" w:rsidP="00FC1596">
      <w:pPr>
        <w:pStyle w:val="ListParagraph"/>
      </w:pPr>
    </w:p>
    <w:p w:rsidR="0096249B" w:rsidRDefault="0096249B" w:rsidP="00211B3D">
      <w:pPr>
        <w:pStyle w:val="ListParagraph"/>
        <w:numPr>
          <w:ilvl w:val="0"/>
          <w:numId w:val="3"/>
        </w:numPr>
      </w:pPr>
      <w:r>
        <w:t>What does Francisco’s giving his drawing away to Curtis say about Francisco (i.e. examine his character)?</w:t>
      </w:r>
    </w:p>
    <w:p w:rsidR="0096249B" w:rsidRDefault="0096249B" w:rsidP="00FC1596">
      <w:pPr>
        <w:pStyle w:val="ListParagraph"/>
      </w:pPr>
    </w:p>
    <w:p w:rsidR="0096249B" w:rsidRDefault="0096249B" w:rsidP="00FC1596">
      <w:pPr>
        <w:pStyle w:val="ListParagraph"/>
      </w:pPr>
    </w:p>
    <w:p w:rsidR="0096249B" w:rsidRPr="00F152BD" w:rsidRDefault="0096249B" w:rsidP="00FC1596">
      <w:pPr>
        <w:pStyle w:val="ListParagraph"/>
      </w:pPr>
    </w:p>
    <w:p w:rsidR="0096249B" w:rsidRPr="00F152BD" w:rsidRDefault="0096249B" w:rsidP="00211B3D">
      <w:pPr>
        <w:pStyle w:val="ListParagraph"/>
      </w:pPr>
    </w:p>
    <w:p w:rsidR="0096249B" w:rsidRPr="005255F4" w:rsidRDefault="0096249B" w:rsidP="00211B3D">
      <w:pPr>
        <w:contextualSpacing/>
        <w:rPr>
          <w:b/>
        </w:rPr>
      </w:pPr>
      <w:r w:rsidRPr="005255F4">
        <w:rPr>
          <w:b/>
        </w:rPr>
        <w:t>Chapter 4: “Miracle in Tent City” (pages 22-35)</w:t>
      </w:r>
    </w:p>
    <w:p w:rsidR="0096249B" w:rsidRDefault="0096249B" w:rsidP="00211B3D">
      <w:pPr>
        <w:pStyle w:val="ListParagraph"/>
        <w:numPr>
          <w:ilvl w:val="0"/>
          <w:numId w:val="4"/>
        </w:numPr>
      </w:pPr>
      <w:r>
        <w:t>“One person’s trash is another’s person’s treasure” is a saying we use all the time in English.  List some “trash” (at least 3 items) that the family takes and describe how they turn it into something useful.</w:t>
      </w:r>
    </w:p>
    <w:p w:rsidR="0096249B" w:rsidRDefault="0096249B" w:rsidP="00FC1596">
      <w:pPr>
        <w:pStyle w:val="ListParagraph"/>
      </w:pPr>
    </w:p>
    <w:p w:rsidR="0096249B" w:rsidRDefault="0096249B" w:rsidP="00FC1596">
      <w:pPr>
        <w:pStyle w:val="ListParagraph"/>
      </w:pPr>
    </w:p>
    <w:p w:rsidR="0096249B" w:rsidRDefault="0096249B" w:rsidP="00FC1596">
      <w:pPr>
        <w:pStyle w:val="ListParagraph"/>
      </w:pPr>
    </w:p>
    <w:p w:rsidR="0096249B" w:rsidRDefault="0096249B" w:rsidP="00FC1596">
      <w:pPr>
        <w:pStyle w:val="ListParagraph"/>
      </w:pPr>
    </w:p>
    <w:p w:rsidR="0096249B" w:rsidRDefault="0096249B" w:rsidP="00FC1596">
      <w:pPr>
        <w:pStyle w:val="ListParagraph"/>
      </w:pPr>
    </w:p>
    <w:p w:rsidR="0096249B" w:rsidRDefault="0096249B" w:rsidP="00FC1596">
      <w:pPr>
        <w:pStyle w:val="ListParagraph"/>
      </w:pPr>
    </w:p>
    <w:p w:rsidR="0096249B" w:rsidRDefault="0096249B" w:rsidP="00FC1596">
      <w:pPr>
        <w:pStyle w:val="ListParagraph"/>
      </w:pPr>
    </w:p>
    <w:p w:rsidR="0096249B" w:rsidRDefault="0096249B" w:rsidP="00211B3D">
      <w:pPr>
        <w:pStyle w:val="ListParagraph"/>
        <w:numPr>
          <w:ilvl w:val="0"/>
          <w:numId w:val="4"/>
        </w:numPr>
      </w:pPr>
      <w:r>
        <w:t>Francisco says he had to repeat first grade because he did not know English.</w:t>
      </w:r>
    </w:p>
    <w:p w:rsidR="0096249B" w:rsidRDefault="0096249B" w:rsidP="00FC1596">
      <w:pPr>
        <w:pStyle w:val="ListParagraph"/>
      </w:pPr>
      <w:r>
        <w:t>Defend why you think this is fair or why you think this is unfair.</w:t>
      </w:r>
    </w:p>
    <w:p w:rsidR="0096249B" w:rsidRDefault="0096249B" w:rsidP="00FC1596">
      <w:pPr>
        <w:pStyle w:val="ListParagraph"/>
      </w:pPr>
    </w:p>
    <w:p w:rsidR="0096249B" w:rsidRDefault="0096249B" w:rsidP="00FC1596">
      <w:pPr>
        <w:pStyle w:val="ListParagraph"/>
      </w:pPr>
    </w:p>
    <w:p w:rsidR="0096249B" w:rsidRDefault="0096249B" w:rsidP="00FC1596">
      <w:pPr>
        <w:pStyle w:val="ListParagraph"/>
      </w:pPr>
    </w:p>
    <w:p w:rsidR="0096249B" w:rsidRPr="00F152BD" w:rsidRDefault="0096249B" w:rsidP="00FC1596">
      <w:pPr>
        <w:pStyle w:val="ListParagraph"/>
      </w:pPr>
    </w:p>
    <w:p w:rsidR="0096249B" w:rsidRDefault="0096249B" w:rsidP="00211B3D">
      <w:pPr>
        <w:pStyle w:val="ListParagraph"/>
      </w:pPr>
      <w:r>
        <w:t>Do you think he would have passed if he had been taught in Spanish?  Why or why not?  Select some reasons to support your opinion.</w:t>
      </w:r>
    </w:p>
    <w:p w:rsidR="0096249B" w:rsidRDefault="0096249B" w:rsidP="00211B3D">
      <w:pPr>
        <w:pStyle w:val="ListParagraph"/>
      </w:pPr>
    </w:p>
    <w:p w:rsidR="0096249B" w:rsidRDefault="0096249B" w:rsidP="00211B3D">
      <w:pPr>
        <w:pStyle w:val="ListParagraph"/>
      </w:pPr>
    </w:p>
    <w:p w:rsidR="0096249B" w:rsidRDefault="0096249B" w:rsidP="00211B3D">
      <w:pPr>
        <w:pStyle w:val="ListParagraph"/>
      </w:pPr>
    </w:p>
    <w:p w:rsidR="0096249B" w:rsidRDefault="0096249B" w:rsidP="00211B3D">
      <w:pPr>
        <w:pStyle w:val="ListParagraph"/>
      </w:pPr>
    </w:p>
    <w:p w:rsidR="0096249B" w:rsidRDefault="0096249B" w:rsidP="00211B3D">
      <w:pPr>
        <w:pStyle w:val="ListParagraph"/>
      </w:pPr>
      <w:r>
        <w:t>What do you think could have been done to help him pass?</w:t>
      </w:r>
    </w:p>
    <w:p w:rsidR="0096249B" w:rsidRDefault="0096249B" w:rsidP="00211B3D">
      <w:pPr>
        <w:pStyle w:val="ListParagraph"/>
      </w:pPr>
    </w:p>
    <w:p w:rsidR="0096249B" w:rsidRDefault="0096249B" w:rsidP="00211B3D">
      <w:pPr>
        <w:pStyle w:val="ListParagraph"/>
      </w:pPr>
    </w:p>
    <w:p w:rsidR="0096249B" w:rsidRDefault="0096249B" w:rsidP="00211B3D">
      <w:pPr>
        <w:pStyle w:val="ListParagraph"/>
      </w:pPr>
    </w:p>
    <w:p w:rsidR="0096249B" w:rsidRDefault="0096249B" w:rsidP="00211B3D">
      <w:pPr>
        <w:pStyle w:val="ListParagraph"/>
      </w:pPr>
    </w:p>
    <w:p w:rsidR="0096249B" w:rsidRDefault="0096249B" w:rsidP="00211B3D">
      <w:pPr>
        <w:pStyle w:val="ListParagraph"/>
      </w:pPr>
      <w:r>
        <w:t>Various schools of thought exist regarding the education of English Language Learners.  Some educators believe schools today should teach in English only.  Others believe in bilingual classrooms, where students are taught in both English and Spanish until they learn the language.  Still others believe they should separate Spanish speakers from English because they need more help.  What is your view of the topic?  Choose one of the three or create your own, just make sure you defend your position adequately and appropriately.</w:t>
      </w:r>
    </w:p>
    <w:p w:rsidR="0096249B" w:rsidRDefault="0096249B" w:rsidP="00211B3D">
      <w:pPr>
        <w:pStyle w:val="ListParagraph"/>
      </w:pPr>
    </w:p>
    <w:p w:rsidR="0096249B" w:rsidRDefault="0096249B" w:rsidP="00211B3D">
      <w:pPr>
        <w:pStyle w:val="ListParagraph"/>
      </w:pPr>
    </w:p>
    <w:p w:rsidR="0096249B" w:rsidRDefault="0096249B" w:rsidP="00211B3D">
      <w:pPr>
        <w:pStyle w:val="ListParagraph"/>
      </w:pPr>
    </w:p>
    <w:p w:rsidR="0096249B" w:rsidRDefault="0096249B" w:rsidP="00211B3D">
      <w:pPr>
        <w:pStyle w:val="ListParagraph"/>
      </w:pPr>
    </w:p>
    <w:p w:rsidR="0096249B" w:rsidRDefault="0096249B" w:rsidP="00211B3D">
      <w:pPr>
        <w:pStyle w:val="ListParagraph"/>
      </w:pPr>
    </w:p>
    <w:p w:rsidR="0096249B" w:rsidRDefault="0096249B" w:rsidP="00211B3D">
      <w:pPr>
        <w:pStyle w:val="ListParagraph"/>
      </w:pPr>
    </w:p>
    <w:p w:rsidR="0096249B" w:rsidRDefault="0096249B" w:rsidP="00211B3D">
      <w:pPr>
        <w:pStyle w:val="ListParagraph"/>
      </w:pPr>
    </w:p>
    <w:p w:rsidR="0096249B" w:rsidRDefault="0096249B" w:rsidP="00FC1596">
      <w:pPr>
        <w:pStyle w:val="ListParagraph"/>
        <w:numPr>
          <w:ilvl w:val="0"/>
          <w:numId w:val="4"/>
        </w:numPr>
      </w:pPr>
      <w:r>
        <w:t>Torito becomes sick and almost dies.  At one point, Mamá says that the family doesn’t have the money to pay for a hospital visit.  In our country (and world) today, there is a great deal of talk about “universal healthcare.”  This means that every citizen – and there is even talk about everyone, citizen or non-citizen – would receive healthcare, regardless of their job situation or their decision to obtain healthcare.  Basically, it’s a “womb to tomb” mentality.  The government takes care of people from birth to death if/when they get sick.</w:t>
      </w:r>
    </w:p>
    <w:p w:rsidR="0096249B" w:rsidRDefault="0096249B" w:rsidP="00FC1596">
      <w:pPr>
        <w:pStyle w:val="ListParagraph"/>
      </w:pPr>
      <w:r>
        <w:t>Should every citizen receive medical care from the government, should it be an individual’s decision to pay for healthcare and what type, or should the government essentially force individuals to pay into the universal healthcare system?  Why?</w:t>
      </w:r>
    </w:p>
    <w:p w:rsidR="0096249B" w:rsidRDefault="0096249B" w:rsidP="00FC1596">
      <w:pPr>
        <w:pStyle w:val="ListParagraph"/>
      </w:pPr>
    </w:p>
    <w:p w:rsidR="0096249B" w:rsidRDefault="0096249B" w:rsidP="00FC1596">
      <w:pPr>
        <w:pStyle w:val="ListParagraph"/>
      </w:pPr>
    </w:p>
    <w:p w:rsidR="0096249B" w:rsidRDefault="0096249B" w:rsidP="00FC1596">
      <w:pPr>
        <w:pStyle w:val="ListParagraph"/>
      </w:pPr>
    </w:p>
    <w:p w:rsidR="0096249B" w:rsidRDefault="0096249B" w:rsidP="00FC1596">
      <w:pPr>
        <w:pStyle w:val="ListParagraph"/>
      </w:pPr>
    </w:p>
    <w:p w:rsidR="0096249B" w:rsidRDefault="0096249B" w:rsidP="00FC1596">
      <w:pPr>
        <w:pStyle w:val="ListParagraph"/>
      </w:pPr>
      <w:r>
        <w:t>And what about non-citizens: should they receive medical care if they are sick and living here?</w:t>
      </w:r>
    </w:p>
    <w:p w:rsidR="0096249B" w:rsidRDefault="0096249B" w:rsidP="00FC1596">
      <w:pPr>
        <w:pStyle w:val="ListParagraph"/>
      </w:pPr>
    </w:p>
    <w:p w:rsidR="0096249B" w:rsidRDefault="0096249B" w:rsidP="00FC1596">
      <w:pPr>
        <w:pStyle w:val="ListParagraph"/>
      </w:pPr>
    </w:p>
    <w:p w:rsidR="0096249B" w:rsidRDefault="0096249B" w:rsidP="00FC1596">
      <w:pPr>
        <w:pStyle w:val="ListParagraph"/>
      </w:pPr>
    </w:p>
    <w:p w:rsidR="0096249B" w:rsidRPr="00F152BD" w:rsidRDefault="0096249B" w:rsidP="00FC1596">
      <w:pPr>
        <w:pStyle w:val="ListParagraph"/>
      </w:pPr>
    </w:p>
    <w:p w:rsidR="0096249B" w:rsidRPr="005255F4" w:rsidRDefault="0096249B" w:rsidP="00211B3D">
      <w:pPr>
        <w:contextualSpacing/>
        <w:rPr>
          <w:b/>
          <w:lang w:val="es-ES_tradnl"/>
        </w:rPr>
      </w:pPr>
      <w:r w:rsidRPr="005255F4">
        <w:rPr>
          <w:b/>
          <w:lang w:val="es-ES_tradnl"/>
        </w:rPr>
        <w:t>Chapter 5: “El Angel de Oro” (pages 36-41)</w:t>
      </w:r>
    </w:p>
    <w:p w:rsidR="0096249B" w:rsidRPr="00C23B2B" w:rsidRDefault="0096249B" w:rsidP="00211B3D">
      <w:pPr>
        <w:pStyle w:val="ListParagraph"/>
        <w:numPr>
          <w:ilvl w:val="0"/>
          <w:numId w:val="5"/>
        </w:numPr>
      </w:pPr>
      <w:r w:rsidRPr="00C23B2B">
        <w:t>Imagine you are Francisco and you rea</w:t>
      </w:r>
      <w:r>
        <w:t xml:space="preserve">lize your friend Miguelito has just moved.  </w:t>
      </w:r>
      <w:r w:rsidRPr="00C23B2B">
        <w:t>Write at least a</w:t>
      </w:r>
      <w:r>
        <w:t xml:space="preserve"> paragraph describing your feelings.</w:t>
      </w:r>
    </w:p>
    <w:p w:rsidR="0096249B" w:rsidRDefault="0096249B" w:rsidP="00211B3D">
      <w:pPr>
        <w:pStyle w:val="ListParagraph"/>
      </w:pPr>
    </w:p>
    <w:p w:rsidR="0096249B" w:rsidRDefault="0096249B" w:rsidP="00211B3D">
      <w:pPr>
        <w:pStyle w:val="ListParagraph"/>
      </w:pPr>
    </w:p>
    <w:p w:rsidR="0096249B" w:rsidRDefault="0096249B" w:rsidP="00211B3D">
      <w:pPr>
        <w:pStyle w:val="ListParagraph"/>
      </w:pPr>
    </w:p>
    <w:p w:rsidR="0096249B" w:rsidRDefault="0096249B" w:rsidP="00211B3D">
      <w:pPr>
        <w:pStyle w:val="ListParagraph"/>
      </w:pPr>
    </w:p>
    <w:p w:rsidR="0096249B" w:rsidRDefault="0096249B" w:rsidP="00211B3D">
      <w:pPr>
        <w:pStyle w:val="ListParagraph"/>
      </w:pPr>
    </w:p>
    <w:p w:rsidR="0096249B" w:rsidRPr="00C23B2B" w:rsidRDefault="0096249B" w:rsidP="00211B3D">
      <w:pPr>
        <w:pStyle w:val="ListParagraph"/>
      </w:pPr>
    </w:p>
    <w:p w:rsidR="0096249B" w:rsidRDefault="0096249B" w:rsidP="00211B3D">
      <w:pPr>
        <w:pStyle w:val="ListParagraph"/>
      </w:pPr>
    </w:p>
    <w:p w:rsidR="0096249B" w:rsidRDefault="0096249B" w:rsidP="00C23B2B">
      <w:pPr>
        <w:pStyle w:val="ListParagraph"/>
        <w:numPr>
          <w:ilvl w:val="0"/>
          <w:numId w:val="5"/>
        </w:numPr>
      </w:pPr>
      <w:r>
        <w:t>A symbol is something (often an object or character) that means/represents something more.  For example, a cross could symbolize Christianity, a dog could symbolize loyalty, the American flag could symbolize freedom/the U.S., etc.  What do you think are symbols in this chapter?  Pick one and write what you believe it means and why.</w:t>
      </w:r>
    </w:p>
    <w:p w:rsidR="0096249B" w:rsidRDefault="0096249B" w:rsidP="00C23B2B">
      <w:pPr>
        <w:pStyle w:val="ListParagraph"/>
      </w:pPr>
    </w:p>
    <w:p w:rsidR="0096249B" w:rsidRDefault="0096249B" w:rsidP="00C23B2B">
      <w:pPr>
        <w:pStyle w:val="ListParagraph"/>
      </w:pPr>
    </w:p>
    <w:p w:rsidR="0096249B" w:rsidRDefault="0096249B" w:rsidP="00C23B2B">
      <w:pPr>
        <w:pStyle w:val="ListParagraph"/>
      </w:pPr>
    </w:p>
    <w:p w:rsidR="0096249B" w:rsidRPr="00C23B2B" w:rsidRDefault="0096249B" w:rsidP="00C23B2B">
      <w:pPr>
        <w:pStyle w:val="ListParagraph"/>
      </w:pPr>
    </w:p>
    <w:p w:rsidR="0096249B" w:rsidRPr="005255F4" w:rsidRDefault="0096249B" w:rsidP="00211B3D">
      <w:pPr>
        <w:contextualSpacing/>
        <w:rPr>
          <w:b/>
        </w:rPr>
      </w:pPr>
      <w:r w:rsidRPr="005255F4">
        <w:rPr>
          <w:b/>
        </w:rPr>
        <w:t>Chapter 6: “Christmas Gift” (pages 42-46)</w:t>
      </w:r>
    </w:p>
    <w:p w:rsidR="0096249B" w:rsidRPr="00F152BD" w:rsidRDefault="0096249B" w:rsidP="00211B3D">
      <w:pPr>
        <w:pStyle w:val="ListParagraph"/>
        <w:numPr>
          <w:ilvl w:val="0"/>
          <w:numId w:val="6"/>
        </w:numPr>
      </w:pPr>
      <w:r>
        <w:t>Think of Papá’s actions in this chapter.  Choose 1 word to describe him and develop a paragraph to justify your answer.  Use examples, details, etc. (from this chapter and/or others) to support your point.</w:t>
      </w:r>
    </w:p>
    <w:p w:rsidR="0096249B" w:rsidRDefault="0096249B" w:rsidP="00211B3D">
      <w:pPr>
        <w:pStyle w:val="ListParagraph"/>
      </w:pPr>
    </w:p>
    <w:p w:rsidR="0096249B" w:rsidRDefault="0096249B" w:rsidP="00211B3D">
      <w:pPr>
        <w:pStyle w:val="ListParagraph"/>
      </w:pPr>
    </w:p>
    <w:p w:rsidR="0096249B" w:rsidRDefault="0096249B" w:rsidP="00211B3D">
      <w:pPr>
        <w:pStyle w:val="ListParagraph"/>
      </w:pPr>
    </w:p>
    <w:p w:rsidR="0096249B" w:rsidRDefault="0096249B" w:rsidP="00211B3D">
      <w:pPr>
        <w:pStyle w:val="ListParagraph"/>
      </w:pPr>
    </w:p>
    <w:p w:rsidR="0096249B" w:rsidRDefault="0096249B" w:rsidP="00211B3D">
      <w:pPr>
        <w:pStyle w:val="ListParagraph"/>
      </w:pPr>
    </w:p>
    <w:p w:rsidR="0096249B" w:rsidRDefault="0096249B" w:rsidP="00211B3D">
      <w:pPr>
        <w:pStyle w:val="ListParagraph"/>
      </w:pPr>
    </w:p>
    <w:p w:rsidR="0096249B" w:rsidRDefault="0096249B" w:rsidP="00211B3D">
      <w:pPr>
        <w:pStyle w:val="ListParagraph"/>
      </w:pPr>
    </w:p>
    <w:p w:rsidR="0096249B" w:rsidRDefault="0096249B" w:rsidP="00C23B2B">
      <w:pPr>
        <w:pStyle w:val="ListParagraph"/>
        <w:numPr>
          <w:ilvl w:val="0"/>
          <w:numId w:val="6"/>
        </w:numPr>
      </w:pPr>
      <w:r>
        <w:t>Create a list of ideas to help a family/families in need.  Think of what resources you need.  How could you help your plan come to fruition?  In other words, how can you “make it happen”?</w:t>
      </w:r>
    </w:p>
    <w:p w:rsidR="0096249B" w:rsidRDefault="0096249B" w:rsidP="00C23B2B">
      <w:pPr>
        <w:pStyle w:val="ListParagraph"/>
      </w:pPr>
    </w:p>
    <w:p w:rsidR="0096249B" w:rsidRDefault="0096249B" w:rsidP="00C23B2B">
      <w:pPr>
        <w:pStyle w:val="ListParagraph"/>
      </w:pPr>
    </w:p>
    <w:p w:rsidR="0096249B" w:rsidRDefault="0096249B" w:rsidP="00C23B2B">
      <w:pPr>
        <w:pStyle w:val="ListParagraph"/>
      </w:pPr>
    </w:p>
    <w:p w:rsidR="0096249B" w:rsidRDefault="0096249B" w:rsidP="00C23B2B">
      <w:pPr>
        <w:pStyle w:val="ListParagraph"/>
      </w:pPr>
    </w:p>
    <w:p w:rsidR="0096249B" w:rsidRDefault="0096249B" w:rsidP="00C23B2B">
      <w:pPr>
        <w:pStyle w:val="ListParagraph"/>
        <w:numPr>
          <w:ilvl w:val="0"/>
          <w:numId w:val="6"/>
        </w:numPr>
      </w:pPr>
      <w:r>
        <w:t>Do you think people who live in poverty are less successful than people who live in abundance (or even wealth)?  Why or why not?  Write at least a paragraph.</w:t>
      </w:r>
    </w:p>
    <w:p w:rsidR="0096249B" w:rsidRDefault="0096249B" w:rsidP="00C23B2B">
      <w:pPr>
        <w:pStyle w:val="ListParagraph"/>
      </w:pPr>
    </w:p>
    <w:p w:rsidR="0096249B" w:rsidRDefault="0096249B" w:rsidP="00C23B2B">
      <w:pPr>
        <w:pStyle w:val="ListParagraph"/>
      </w:pPr>
    </w:p>
    <w:p w:rsidR="0096249B" w:rsidRDefault="0096249B" w:rsidP="00C23B2B">
      <w:pPr>
        <w:pStyle w:val="ListParagraph"/>
      </w:pPr>
    </w:p>
    <w:p w:rsidR="0096249B" w:rsidRDefault="0096249B" w:rsidP="00C23B2B">
      <w:pPr>
        <w:pStyle w:val="ListParagraph"/>
      </w:pPr>
    </w:p>
    <w:p w:rsidR="0096249B" w:rsidRDefault="0096249B" w:rsidP="00C23B2B">
      <w:pPr>
        <w:pStyle w:val="ListParagraph"/>
      </w:pPr>
    </w:p>
    <w:p w:rsidR="0096249B" w:rsidRDefault="0096249B" w:rsidP="00C23B2B">
      <w:pPr>
        <w:pStyle w:val="ListParagraph"/>
      </w:pPr>
    </w:p>
    <w:p w:rsidR="0096249B" w:rsidRDefault="0096249B" w:rsidP="00C23B2B">
      <w:pPr>
        <w:pStyle w:val="ListParagraph"/>
      </w:pPr>
    </w:p>
    <w:p w:rsidR="0096249B" w:rsidRPr="005255F4" w:rsidRDefault="0096249B" w:rsidP="00211B3D">
      <w:pPr>
        <w:contextualSpacing/>
        <w:rPr>
          <w:b/>
        </w:rPr>
      </w:pPr>
      <w:r w:rsidRPr="005255F4">
        <w:rPr>
          <w:b/>
        </w:rPr>
        <w:t>Chapter 7: “Death Forgiven” (pages 47-50)</w:t>
      </w:r>
    </w:p>
    <w:p w:rsidR="0096249B" w:rsidRPr="00F152BD" w:rsidRDefault="0096249B" w:rsidP="00211B3D">
      <w:pPr>
        <w:pStyle w:val="ListParagraph"/>
        <w:numPr>
          <w:ilvl w:val="0"/>
          <w:numId w:val="7"/>
        </w:numPr>
      </w:pPr>
      <w:r>
        <w:t>Has your attitude of Papá in this chapter changed from the last chapter?  How would you describe him now?  Write a paragraph.</w:t>
      </w:r>
    </w:p>
    <w:p w:rsidR="0096249B" w:rsidRDefault="0096249B" w:rsidP="00211B3D">
      <w:pPr>
        <w:pStyle w:val="ListParagraph"/>
      </w:pPr>
    </w:p>
    <w:p w:rsidR="0096249B" w:rsidRDefault="0096249B" w:rsidP="00211B3D">
      <w:pPr>
        <w:pStyle w:val="ListParagraph"/>
      </w:pPr>
    </w:p>
    <w:p w:rsidR="0096249B" w:rsidRDefault="0096249B" w:rsidP="00211B3D">
      <w:pPr>
        <w:pStyle w:val="ListParagraph"/>
      </w:pPr>
    </w:p>
    <w:p w:rsidR="0096249B" w:rsidRDefault="0096249B" w:rsidP="00211B3D">
      <w:pPr>
        <w:pStyle w:val="ListParagraph"/>
      </w:pPr>
    </w:p>
    <w:p w:rsidR="0096249B" w:rsidRDefault="0096249B" w:rsidP="00C23B2B">
      <w:pPr>
        <w:pStyle w:val="ListParagraph"/>
        <w:numPr>
          <w:ilvl w:val="0"/>
          <w:numId w:val="7"/>
        </w:numPr>
      </w:pPr>
      <w:r>
        <w:t>Authors are deliberate in choosing certain stories to include in their works.  Why would Francisco Jiménez even include this chapter about a pet parrot?  What’s the point of it?  Write a paragraph describing your view.</w:t>
      </w:r>
    </w:p>
    <w:p w:rsidR="0096249B" w:rsidRDefault="0096249B" w:rsidP="00C23B2B">
      <w:pPr>
        <w:pStyle w:val="ListParagraph"/>
      </w:pPr>
    </w:p>
    <w:p w:rsidR="0096249B" w:rsidRDefault="0096249B" w:rsidP="00C23B2B">
      <w:pPr>
        <w:pStyle w:val="ListParagraph"/>
      </w:pPr>
    </w:p>
    <w:p w:rsidR="0096249B" w:rsidRDefault="0096249B" w:rsidP="00C23B2B">
      <w:pPr>
        <w:pStyle w:val="ListParagraph"/>
      </w:pPr>
    </w:p>
    <w:p w:rsidR="0096249B" w:rsidRPr="00F152BD" w:rsidRDefault="0096249B" w:rsidP="00C23B2B">
      <w:pPr>
        <w:pStyle w:val="ListParagraph"/>
      </w:pPr>
    </w:p>
    <w:p w:rsidR="0096249B" w:rsidRPr="005255F4" w:rsidRDefault="0096249B" w:rsidP="00211B3D">
      <w:pPr>
        <w:contextualSpacing/>
        <w:rPr>
          <w:b/>
        </w:rPr>
      </w:pPr>
      <w:r w:rsidRPr="005255F4">
        <w:rPr>
          <w:b/>
        </w:rPr>
        <w:t>Chapter 8: “Cotton Sack” (pages 51-60)</w:t>
      </w:r>
    </w:p>
    <w:p w:rsidR="0096249B" w:rsidRDefault="0096249B" w:rsidP="00211B3D">
      <w:pPr>
        <w:pStyle w:val="ListParagraph"/>
        <w:numPr>
          <w:ilvl w:val="0"/>
          <w:numId w:val="8"/>
        </w:numPr>
      </w:pPr>
      <w:r>
        <w:t>Are Francisco and Roberto too young to work in the fields?  Why or why not?  Give reasons to support.</w:t>
      </w:r>
    </w:p>
    <w:p w:rsidR="0096249B" w:rsidRDefault="0096249B" w:rsidP="00C23B2B">
      <w:pPr>
        <w:pStyle w:val="ListParagraph"/>
      </w:pPr>
    </w:p>
    <w:p w:rsidR="0096249B" w:rsidRDefault="0096249B" w:rsidP="00C23B2B">
      <w:pPr>
        <w:pStyle w:val="ListParagraph"/>
      </w:pPr>
    </w:p>
    <w:p w:rsidR="0096249B" w:rsidRDefault="0096249B" w:rsidP="00C23B2B">
      <w:pPr>
        <w:pStyle w:val="ListParagraph"/>
      </w:pPr>
    </w:p>
    <w:p w:rsidR="0096249B" w:rsidRPr="00F152BD" w:rsidRDefault="0096249B" w:rsidP="00C23B2B">
      <w:pPr>
        <w:pStyle w:val="ListParagraph"/>
      </w:pPr>
    </w:p>
    <w:p w:rsidR="0096249B" w:rsidRDefault="0096249B" w:rsidP="00C23B2B">
      <w:pPr>
        <w:pStyle w:val="ListParagraph"/>
      </w:pPr>
      <w:r>
        <w:t>Are children too young to work in the fields now-a-days?  Why or why not?  Give reasons to support.</w:t>
      </w:r>
    </w:p>
    <w:p w:rsidR="0096249B" w:rsidRDefault="0096249B" w:rsidP="00C23B2B">
      <w:pPr>
        <w:pStyle w:val="ListParagraph"/>
      </w:pPr>
    </w:p>
    <w:p w:rsidR="0096249B" w:rsidRDefault="0096249B" w:rsidP="00C23B2B">
      <w:pPr>
        <w:pStyle w:val="ListParagraph"/>
      </w:pPr>
    </w:p>
    <w:p w:rsidR="0096249B" w:rsidRDefault="0096249B" w:rsidP="00C23B2B">
      <w:pPr>
        <w:pStyle w:val="ListParagraph"/>
      </w:pPr>
    </w:p>
    <w:p w:rsidR="0096249B" w:rsidRDefault="0096249B" w:rsidP="00C23B2B">
      <w:pPr>
        <w:pStyle w:val="ListParagraph"/>
      </w:pPr>
    </w:p>
    <w:p w:rsidR="0096249B" w:rsidRDefault="0096249B" w:rsidP="00C23B2B">
      <w:pPr>
        <w:pStyle w:val="ListParagraph"/>
        <w:numPr>
          <w:ilvl w:val="0"/>
          <w:numId w:val="8"/>
        </w:numPr>
      </w:pPr>
      <w:r>
        <w:t>How would it affect their lives and their family members’ lives if they were not allowed to work?</w:t>
      </w:r>
    </w:p>
    <w:p w:rsidR="0096249B" w:rsidRDefault="0096249B" w:rsidP="00C23B2B">
      <w:pPr>
        <w:pStyle w:val="ListParagraph"/>
      </w:pPr>
    </w:p>
    <w:p w:rsidR="0096249B" w:rsidRDefault="0096249B" w:rsidP="00C23B2B">
      <w:pPr>
        <w:pStyle w:val="ListParagraph"/>
      </w:pPr>
    </w:p>
    <w:p w:rsidR="0096249B" w:rsidRDefault="0096249B" w:rsidP="00C23B2B">
      <w:pPr>
        <w:pStyle w:val="ListParagraph"/>
      </w:pPr>
    </w:p>
    <w:p w:rsidR="0096249B" w:rsidRDefault="0096249B" w:rsidP="00C23B2B">
      <w:pPr>
        <w:pStyle w:val="ListParagraph"/>
      </w:pPr>
    </w:p>
    <w:p w:rsidR="0096249B" w:rsidRDefault="0096249B" w:rsidP="00C23B2B">
      <w:pPr>
        <w:pStyle w:val="ListParagraph"/>
        <w:numPr>
          <w:ilvl w:val="0"/>
          <w:numId w:val="8"/>
        </w:numPr>
      </w:pPr>
      <w:r>
        <w:t>Does Francisco deserve a cotton sack?  Why or why not?  What do you think he has to do to earn it?</w:t>
      </w:r>
    </w:p>
    <w:p w:rsidR="0096249B" w:rsidRDefault="0096249B" w:rsidP="00D54C58">
      <w:pPr>
        <w:pStyle w:val="ListParagraph"/>
      </w:pPr>
    </w:p>
    <w:p w:rsidR="0096249B" w:rsidRDefault="0096249B" w:rsidP="00D54C58">
      <w:pPr>
        <w:pStyle w:val="ListParagraph"/>
      </w:pPr>
    </w:p>
    <w:p w:rsidR="0096249B" w:rsidRDefault="0096249B" w:rsidP="00D54C58">
      <w:pPr>
        <w:pStyle w:val="ListParagraph"/>
      </w:pPr>
    </w:p>
    <w:p w:rsidR="0096249B" w:rsidRPr="00F152BD" w:rsidRDefault="0096249B" w:rsidP="00D54C58">
      <w:pPr>
        <w:pStyle w:val="ListParagraph"/>
      </w:pPr>
    </w:p>
    <w:p w:rsidR="0096249B" w:rsidRPr="005255F4" w:rsidRDefault="0096249B" w:rsidP="00211B3D">
      <w:pPr>
        <w:contextualSpacing/>
        <w:rPr>
          <w:b/>
        </w:rPr>
      </w:pPr>
      <w:r w:rsidRPr="005255F4">
        <w:rPr>
          <w:b/>
        </w:rPr>
        <w:t>Chapter 9: “The Circuit” (pages 61-69)</w:t>
      </w:r>
    </w:p>
    <w:p w:rsidR="0096249B" w:rsidRDefault="0096249B" w:rsidP="006C53D9">
      <w:pPr>
        <w:pStyle w:val="ListParagraph"/>
        <w:numPr>
          <w:ilvl w:val="0"/>
          <w:numId w:val="9"/>
        </w:numPr>
      </w:pPr>
      <w:r>
        <w:t xml:space="preserve">Based on this chapter and your own prior knowledge, what do you think the word </w:t>
      </w:r>
      <w:r w:rsidRPr="006C53D9">
        <w:rPr>
          <w:i/>
        </w:rPr>
        <w:t>circuit</w:t>
      </w:r>
      <w:r>
        <w:t xml:space="preserve"> means?  Write your answer below.  </w:t>
      </w:r>
    </w:p>
    <w:p w:rsidR="0096249B" w:rsidRDefault="0096249B" w:rsidP="006C53D9">
      <w:pPr>
        <w:pStyle w:val="ListParagraph"/>
      </w:pPr>
    </w:p>
    <w:p w:rsidR="0096249B" w:rsidRDefault="0096249B" w:rsidP="006C53D9">
      <w:pPr>
        <w:pStyle w:val="ListParagraph"/>
      </w:pPr>
    </w:p>
    <w:p w:rsidR="0096249B" w:rsidRDefault="0096249B" w:rsidP="006C53D9">
      <w:pPr>
        <w:pStyle w:val="ListParagraph"/>
      </w:pPr>
    </w:p>
    <w:p w:rsidR="0096249B" w:rsidRDefault="0096249B" w:rsidP="006C53D9">
      <w:pPr>
        <w:pStyle w:val="ListParagraph"/>
      </w:pPr>
    </w:p>
    <w:p w:rsidR="0096249B" w:rsidRDefault="0096249B" w:rsidP="006C53D9">
      <w:pPr>
        <w:pStyle w:val="ListParagraph"/>
      </w:pPr>
      <w:r>
        <w:t>Once you have predicted its meaning, look the word up in a dictionary.  There will be several meanings.  Which one do you think best fits and why?  Write the definition and your explanation below.</w:t>
      </w:r>
    </w:p>
    <w:p w:rsidR="0096249B" w:rsidRDefault="0096249B" w:rsidP="006C53D9">
      <w:pPr>
        <w:pStyle w:val="ListParagraph"/>
      </w:pPr>
    </w:p>
    <w:p w:rsidR="0096249B" w:rsidRDefault="0096249B" w:rsidP="006C53D9">
      <w:pPr>
        <w:pStyle w:val="ListParagraph"/>
      </w:pPr>
    </w:p>
    <w:p w:rsidR="0096249B" w:rsidRDefault="0096249B" w:rsidP="006C53D9">
      <w:pPr>
        <w:pStyle w:val="ListParagraph"/>
      </w:pPr>
    </w:p>
    <w:p w:rsidR="0096249B" w:rsidRDefault="0096249B" w:rsidP="006C53D9">
      <w:pPr>
        <w:pStyle w:val="ListParagraph"/>
      </w:pPr>
    </w:p>
    <w:p w:rsidR="0096249B" w:rsidRPr="00F152BD" w:rsidRDefault="0096249B" w:rsidP="006C53D9">
      <w:pPr>
        <w:pStyle w:val="ListParagraph"/>
      </w:pPr>
      <w:r>
        <w:t>Why do you believe that the author chose to use this chapter’s name as the title for his book?</w:t>
      </w:r>
    </w:p>
    <w:p w:rsidR="0096249B" w:rsidRDefault="0096249B" w:rsidP="00211B3D">
      <w:pPr>
        <w:pStyle w:val="ListParagraph"/>
      </w:pPr>
    </w:p>
    <w:p w:rsidR="0096249B" w:rsidRDefault="0096249B" w:rsidP="00211B3D">
      <w:pPr>
        <w:pStyle w:val="ListParagraph"/>
      </w:pPr>
    </w:p>
    <w:p w:rsidR="0096249B" w:rsidRDefault="0096249B" w:rsidP="00211B3D">
      <w:pPr>
        <w:pStyle w:val="ListParagraph"/>
      </w:pPr>
    </w:p>
    <w:p w:rsidR="0096249B" w:rsidRDefault="0096249B" w:rsidP="00211B3D">
      <w:pPr>
        <w:pStyle w:val="ListParagraph"/>
      </w:pPr>
    </w:p>
    <w:p w:rsidR="0096249B" w:rsidRDefault="0096249B" w:rsidP="006C53D9">
      <w:pPr>
        <w:pStyle w:val="ListParagraph"/>
        <w:numPr>
          <w:ilvl w:val="0"/>
          <w:numId w:val="9"/>
        </w:numPr>
      </w:pPr>
      <w:r>
        <w:t>Constants (i.e. things that remain the same) are few and far between in Francisco’s life (besides moving all the time).  However, this chapter does give a few objects (two in particular) that seem to stay with the family as they move.  What are those objects and what do they symbolize?</w:t>
      </w:r>
    </w:p>
    <w:p w:rsidR="0096249B" w:rsidRDefault="0096249B" w:rsidP="006C53D9">
      <w:pPr>
        <w:pStyle w:val="ListParagraph"/>
      </w:pPr>
    </w:p>
    <w:p w:rsidR="0096249B" w:rsidRDefault="0096249B" w:rsidP="006C53D9">
      <w:pPr>
        <w:pStyle w:val="ListParagraph"/>
      </w:pPr>
    </w:p>
    <w:p w:rsidR="0096249B" w:rsidRDefault="0096249B" w:rsidP="006C53D9">
      <w:pPr>
        <w:pStyle w:val="ListParagraph"/>
      </w:pPr>
    </w:p>
    <w:p w:rsidR="0096249B" w:rsidRDefault="0096249B" w:rsidP="006C53D9">
      <w:pPr>
        <w:pStyle w:val="ListParagraph"/>
      </w:pPr>
    </w:p>
    <w:p w:rsidR="0096249B" w:rsidRDefault="0096249B" w:rsidP="006C53D9">
      <w:pPr>
        <w:pStyle w:val="ListParagraph"/>
      </w:pPr>
      <w:r>
        <w:t>Can you find any other constants in Francisco’s life in this chapter or others?</w:t>
      </w:r>
    </w:p>
    <w:p w:rsidR="0096249B" w:rsidRDefault="0096249B" w:rsidP="006C53D9">
      <w:pPr>
        <w:pStyle w:val="ListParagraph"/>
      </w:pPr>
    </w:p>
    <w:p w:rsidR="0096249B" w:rsidRDefault="0096249B" w:rsidP="006C53D9">
      <w:pPr>
        <w:pStyle w:val="ListParagraph"/>
      </w:pPr>
    </w:p>
    <w:p w:rsidR="0096249B" w:rsidRDefault="0096249B" w:rsidP="006C53D9">
      <w:pPr>
        <w:pStyle w:val="ListParagraph"/>
      </w:pPr>
    </w:p>
    <w:p w:rsidR="0096249B" w:rsidRDefault="0096249B" w:rsidP="006C53D9">
      <w:pPr>
        <w:pStyle w:val="ListParagraph"/>
        <w:numPr>
          <w:ilvl w:val="0"/>
          <w:numId w:val="9"/>
        </w:numPr>
      </w:pPr>
      <w:r>
        <w:t>Oftentimes in schools today, classes that are not core subjects are eliminated due to budget cuts.  How do you think non-core subjects such as music, art, woodshop, mechanics, etc. benefit English Language Learners (and students in general)?</w:t>
      </w:r>
    </w:p>
    <w:p w:rsidR="0096249B" w:rsidRDefault="0096249B" w:rsidP="006C53D9">
      <w:pPr>
        <w:pStyle w:val="ListParagraph"/>
      </w:pPr>
    </w:p>
    <w:p w:rsidR="0096249B" w:rsidRDefault="0096249B" w:rsidP="006C53D9">
      <w:pPr>
        <w:pStyle w:val="ListParagraph"/>
      </w:pPr>
    </w:p>
    <w:p w:rsidR="0096249B" w:rsidRDefault="0096249B" w:rsidP="006C53D9">
      <w:pPr>
        <w:pStyle w:val="ListParagraph"/>
      </w:pPr>
    </w:p>
    <w:p w:rsidR="0096249B" w:rsidRDefault="0096249B" w:rsidP="006C53D9">
      <w:pPr>
        <w:pStyle w:val="ListParagraph"/>
      </w:pPr>
    </w:p>
    <w:p w:rsidR="0096249B" w:rsidRDefault="0096249B" w:rsidP="006C53D9">
      <w:pPr>
        <w:pStyle w:val="ListParagraph"/>
        <w:numPr>
          <w:ilvl w:val="0"/>
          <w:numId w:val="9"/>
        </w:numPr>
      </w:pPr>
      <w:r>
        <w:t>Analyze how Mr. Lema is different from the other teacher Francisco had.  Please write at least a paragraph.</w:t>
      </w:r>
    </w:p>
    <w:p w:rsidR="0096249B" w:rsidRDefault="0096249B" w:rsidP="006C53D9">
      <w:pPr>
        <w:pStyle w:val="ListParagraph"/>
      </w:pPr>
    </w:p>
    <w:p w:rsidR="0096249B" w:rsidRDefault="0096249B" w:rsidP="006C53D9">
      <w:pPr>
        <w:pStyle w:val="ListParagraph"/>
      </w:pPr>
    </w:p>
    <w:p w:rsidR="0096249B" w:rsidRDefault="0096249B" w:rsidP="006C53D9">
      <w:pPr>
        <w:pStyle w:val="ListParagraph"/>
      </w:pPr>
    </w:p>
    <w:p w:rsidR="0096249B" w:rsidRDefault="0096249B" w:rsidP="006C53D9">
      <w:pPr>
        <w:pStyle w:val="ListParagraph"/>
      </w:pPr>
    </w:p>
    <w:p w:rsidR="0096249B" w:rsidRDefault="0096249B" w:rsidP="006C53D9">
      <w:pPr>
        <w:pStyle w:val="ListParagraph"/>
      </w:pPr>
    </w:p>
    <w:p w:rsidR="0096249B" w:rsidRDefault="0096249B" w:rsidP="006C53D9">
      <w:pPr>
        <w:pStyle w:val="ListParagraph"/>
      </w:pPr>
    </w:p>
    <w:p w:rsidR="0096249B" w:rsidRPr="00F152BD" w:rsidRDefault="0096249B" w:rsidP="006C53D9">
      <w:pPr>
        <w:pStyle w:val="ListParagraph"/>
      </w:pPr>
    </w:p>
    <w:p w:rsidR="0096249B" w:rsidRPr="005255F4" w:rsidRDefault="0096249B" w:rsidP="00211B3D">
      <w:pPr>
        <w:contextualSpacing/>
        <w:rPr>
          <w:b/>
        </w:rPr>
      </w:pPr>
      <w:r w:rsidRPr="005255F4">
        <w:rPr>
          <w:b/>
        </w:rPr>
        <w:t>Chapter 10: “Learning the Game” (pages 70-79)</w:t>
      </w:r>
    </w:p>
    <w:p w:rsidR="0096249B" w:rsidRPr="00F152BD" w:rsidRDefault="0096249B" w:rsidP="00111058">
      <w:pPr>
        <w:pStyle w:val="ListParagraph"/>
        <w:numPr>
          <w:ilvl w:val="0"/>
          <w:numId w:val="15"/>
        </w:numPr>
      </w:pPr>
      <w:r>
        <w:t>Francisco learns some very valuable life lessons in this chapter from the situations with Gabriel and Carlos.  Pick a few aspects, and in a few paragraphs, describe what he learns.  You may want to pick a few words that represent the values he learns in order to organize your thoughts.</w:t>
      </w:r>
    </w:p>
    <w:p w:rsidR="0096249B" w:rsidRDefault="0096249B" w:rsidP="00211B3D">
      <w:pPr>
        <w:pStyle w:val="ListParagraph"/>
      </w:pPr>
    </w:p>
    <w:p w:rsidR="0096249B" w:rsidRDefault="0096249B" w:rsidP="00211B3D">
      <w:pPr>
        <w:pStyle w:val="ListParagraph"/>
      </w:pPr>
    </w:p>
    <w:p w:rsidR="0096249B" w:rsidRDefault="0096249B" w:rsidP="00211B3D">
      <w:pPr>
        <w:pStyle w:val="ListParagraph"/>
      </w:pPr>
    </w:p>
    <w:p w:rsidR="0096249B" w:rsidRDefault="0096249B" w:rsidP="00211B3D">
      <w:pPr>
        <w:pStyle w:val="ListParagraph"/>
      </w:pPr>
    </w:p>
    <w:p w:rsidR="0096249B" w:rsidRDefault="0096249B" w:rsidP="00211B3D">
      <w:pPr>
        <w:pStyle w:val="ListParagraph"/>
      </w:pPr>
    </w:p>
    <w:p w:rsidR="0096249B" w:rsidRDefault="0096249B" w:rsidP="00211B3D">
      <w:pPr>
        <w:pStyle w:val="ListParagraph"/>
      </w:pPr>
    </w:p>
    <w:p w:rsidR="0096249B" w:rsidRDefault="0096249B" w:rsidP="00211B3D">
      <w:pPr>
        <w:pStyle w:val="ListParagraph"/>
      </w:pPr>
    </w:p>
    <w:p w:rsidR="0096249B" w:rsidRDefault="0096249B" w:rsidP="00211B3D">
      <w:pPr>
        <w:pStyle w:val="ListParagraph"/>
      </w:pPr>
    </w:p>
    <w:p w:rsidR="0096249B" w:rsidRDefault="0096249B" w:rsidP="00211B3D">
      <w:pPr>
        <w:pStyle w:val="ListParagraph"/>
      </w:pPr>
    </w:p>
    <w:p w:rsidR="0096249B" w:rsidRDefault="0096249B" w:rsidP="00211B3D">
      <w:pPr>
        <w:pStyle w:val="ListParagraph"/>
      </w:pPr>
    </w:p>
    <w:p w:rsidR="0096249B" w:rsidRDefault="0096249B" w:rsidP="00211B3D">
      <w:pPr>
        <w:pStyle w:val="ListParagraph"/>
      </w:pPr>
    </w:p>
    <w:p w:rsidR="0096249B" w:rsidRDefault="0096249B" w:rsidP="00211B3D">
      <w:pPr>
        <w:pStyle w:val="ListParagraph"/>
      </w:pPr>
    </w:p>
    <w:p w:rsidR="0096249B" w:rsidRDefault="0096249B" w:rsidP="00211B3D">
      <w:pPr>
        <w:pStyle w:val="ListParagraph"/>
      </w:pPr>
    </w:p>
    <w:p w:rsidR="0096249B" w:rsidRDefault="0096249B" w:rsidP="00211B3D">
      <w:pPr>
        <w:pStyle w:val="ListParagraph"/>
      </w:pPr>
    </w:p>
    <w:p w:rsidR="0096249B" w:rsidRDefault="0096249B" w:rsidP="00111058">
      <w:pPr>
        <w:pStyle w:val="ListParagraph"/>
        <w:numPr>
          <w:ilvl w:val="0"/>
          <w:numId w:val="15"/>
        </w:numPr>
      </w:pPr>
      <w:r>
        <w:t>Can you think of any other individuals in history who were mistreated (like Gabriel) and why they were mistreated?</w:t>
      </w:r>
    </w:p>
    <w:p w:rsidR="0096249B" w:rsidRDefault="0096249B" w:rsidP="00111058">
      <w:pPr>
        <w:pStyle w:val="ListParagraph"/>
      </w:pPr>
    </w:p>
    <w:p w:rsidR="0096249B" w:rsidRDefault="0096249B" w:rsidP="00111058">
      <w:pPr>
        <w:pStyle w:val="ListParagraph"/>
      </w:pPr>
    </w:p>
    <w:p w:rsidR="0096249B" w:rsidRDefault="0096249B" w:rsidP="00111058">
      <w:pPr>
        <w:pStyle w:val="ListParagraph"/>
      </w:pPr>
    </w:p>
    <w:p w:rsidR="0096249B" w:rsidRPr="00F152BD" w:rsidRDefault="0096249B" w:rsidP="00111058">
      <w:pPr>
        <w:pStyle w:val="ListParagraph"/>
      </w:pPr>
    </w:p>
    <w:p w:rsidR="0096249B" w:rsidRPr="005255F4" w:rsidRDefault="0096249B" w:rsidP="00211B3D">
      <w:pPr>
        <w:contextualSpacing/>
        <w:rPr>
          <w:b/>
        </w:rPr>
      </w:pPr>
      <w:r w:rsidRPr="005255F4">
        <w:rPr>
          <w:b/>
        </w:rPr>
        <w:t>Chapter 11: “To Have and to Hold” (pages 80-93)</w:t>
      </w:r>
    </w:p>
    <w:p w:rsidR="0096249B" w:rsidRDefault="0096249B" w:rsidP="00211B3D">
      <w:pPr>
        <w:pStyle w:val="ListParagraph"/>
        <w:numPr>
          <w:ilvl w:val="0"/>
          <w:numId w:val="11"/>
        </w:numPr>
      </w:pPr>
      <w:r>
        <w:t>How is the history of the Mexican people preserved in Francisco’s family?  In other words, how do the children learn about it?  How did their parents learn about it?</w:t>
      </w:r>
    </w:p>
    <w:p w:rsidR="0096249B" w:rsidRDefault="0096249B" w:rsidP="0097507F">
      <w:pPr>
        <w:pStyle w:val="ListParagraph"/>
      </w:pPr>
    </w:p>
    <w:p w:rsidR="0096249B" w:rsidRDefault="0096249B" w:rsidP="0097507F">
      <w:pPr>
        <w:pStyle w:val="ListParagraph"/>
      </w:pPr>
    </w:p>
    <w:p w:rsidR="0096249B" w:rsidRDefault="0096249B" w:rsidP="0097507F">
      <w:pPr>
        <w:pStyle w:val="ListParagraph"/>
      </w:pPr>
    </w:p>
    <w:p w:rsidR="0096249B" w:rsidRDefault="0096249B" w:rsidP="0097507F">
      <w:pPr>
        <w:pStyle w:val="ListParagraph"/>
      </w:pPr>
    </w:p>
    <w:p w:rsidR="0096249B" w:rsidRDefault="0096249B" w:rsidP="0097507F">
      <w:pPr>
        <w:pStyle w:val="ListParagraph"/>
      </w:pPr>
      <w:r>
        <w:t>Do you think this manner of preservation works?  Is it accurate?  Why or why not?</w:t>
      </w:r>
    </w:p>
    <w:p w:rsidR="0096249B" w:rsidRDefault="0096249B" w:rsidP="0097507F">
      <w:pPr>
        <w:pStyle w:val="ListParagraph"/>
      </w:pPr>
    </w:p>
    <w:p w:rsidR="0096249B" w:rsidRDefault="0096249B" w:rsidP="0097507F">
      <w:pPr>
        <w:pStyle w:val="ListParagraph"/>
      </w:pPr>
    </w:p>
    <w:p w:rsidR="0096249B" w:rsidRDefault="0096249B" w:rsidP="0097507F">
      <w:pPr>
        <w:pStyle w:val="ListParagraph"/>
      </w:pPr>
    </w:p>
    <w:p w:rsidR="0096249B" w:rsidRDefault="0096249B" w:rsidP="0097507F">
      <w:pPr>
        <w:pStyle w:val="ListParagraph"/>
      </w:pPr>
    </w:p>
    <w:p w:rsidR="0096249B" w:rsidRPr="00F152BD" w:rsidRDefault="0096249B" w:rsidP="00211B3D">
      <w:pPr>
        <w:pStyle w:val="ListParagraph"/>
        <w:numPr>
          <w:ilvl w:val="0"/>
          <w:numId w:val="11"/>
        </w:numPr>
      </w:pPr>
      <w:r>
        <w:t>What does this chapter demonstrate about knowledge and education?  Think of Francisco’s librito, his pennies, the fire, the gumball incident, etc.</w:t>
      </w:r>
    </w:p>
    <w:p w:rsidR="0096249B" w:rsidRDefault="0096249B" w:rsidP="00211B3D">
      <w:pPr>
        <w:pStyle w:val="ListParagraph"/>
      </w:pPr>
    </w:p>
    <w:p w:rsidR="0096249B" w:rsidRDefault="0096249B" w:rsidP="00211B3D">
      <w:pPr>
        <w:pStyle w:val="ListParagraph"/>
      </w:pPr>
    </w:p>
    <w:p w:rsidR="0096249B" w:rsidRDefault="0096249B" w:rsidP="00211B3D">
      <w:pPr>
        <w:pStyle w:val="ListParagraph"/>
      </w:pPr>
    </w:p>
    <w:p w:rsidR="0096249B" w:rsidRPr="00F152BD" w:rsidRDefault="0096249B" w:rsidP="00211B3D">
      <w:pPr>
        <w:pStyle w:val="ListParagraph"/>
      </w:pPr>
    </w:p>
    <w:p w:rsidR="0096249B" w:rsidRPr="005255F4" w:rsidRDefault="0096249B" w:rsidP="00211B3D">
      <w:pPr>
        <w:contextualSpacing/>
        <w:rPr>
          <w:b/>
        </w:rPr>
      </w:pPr>
      <w:r w:rsidRPr="005255F4">
        <w:rPr>
          <w:b/>
        </w:rPr>
        <w:t>Chapter 12: “Moving Still” (94-111)</w:t>
      </w:r>
    </w:p>
    <w:p w:rsidR="0096249B" w:rsidRDefault="0096249B" w:rsidP="00B37BCC">
      <w:pPr>
        <w:pStyle w:val="ListParagraph"/>
        <w:numPr>
          <w:ilvl w:val="0"/>
          <w:numId w:val="13"/>
        </w:numPr>
      </w:pPr>
      <w:r>
        <w:t>How will a year-round job for Roberto change the family’s lives?</w:t>
      </w:r>
    </w:p>
    <w:p w:rsidR="0096249B" w:rsidRDefault="0096249B" w:rsidP="00B37BCC">
      <w:pPr>
        <w:pStyle w:val="ListParagraph"/>
      </w:pPr>
    </w:p>
    <w:p w:rsidR="0096249B" w:rsidRDefault="0096249B" w:rsidP="00B37BCC">
      <w:pPr>
        <w:pStyle w:val="ListParagraph"/>
      </w:pPr>
    </w:p>
    <w:p w:rsidR="0096249B" w:rsidRDefault="0096249B" w:rsidP="00B37BCC">
      <w:pPr>
        <w:pStyle w:val="ListParagraph"/>
      </w:pPr>
    </w:p>
    <w:p w:rsidR="0096249B" w:rsidRDefault="0096249B" w:rsidP="00B37BCC">
      <w:pPr>
        <w:pStyle w:val="ListParagraph"/>
      </w:pPr>
    </w:p>
    <w:p w:rsidR="0096249B" w:rsidRDefault="0096249B" w:rsidP="0097507F">
      <w:pPr>
        <w:pStyle w:val="ListParagraph"/>
      </w:pPr>
      <w:r>
        <w:t>Do you think that too much pressure is put on Roberto, as the oldest, since Papá is injured?  Have you or someone you know ever had a great deal of responsibility expected of you?  How did you or the individual handle it?</w:t>
      </w:r>
    </w:p>
    <w:p w:rsidR="0096249B" w:rsidRDefault="0096249B" w:rsidP="00CC6EA0">
      <w:pPr>
        <w:pStyle w:val="ListParagraph"/>
      </w:pPr>
    </w:p>
    <w:p w:rsidR="0096249B" w:rsidRDefault="0096249B" w:rsidP="00CC6EA0">
      <w:pPr>
        <w:pStyle w:val="ListParagraph"/>
      </w:pPr>
    </w:p>
    <w:p w:rsidR="0096249B" w:rsidRDefault="0096249B" w:rsidP="00CC6EA0">
      <w:pPr>
        <w:pStyle w:val="ListParagraph"/>
      </w:pPr>
    </w:p>
    <w:p w:rsidR="0096249B" w:rsidRDefault="0096249B" w:rsidP="00CC6EA0">
      <w:pPr>
        <w:pStyle w:val="ListParagraph"/>
      </w:pPr>
    </w:p>
    <w:p w:rsidR="0096249B" w:rsidRDefault="0096249B" w:rsidP="00B37BCC">
      <w:pPr>
        <w:pStyle w:val="ListParagraph"/>
        <w:numPr>
          <w:ilvl w:val="0"/>
          <w:numId w:val="13"/>
        </w:numPr>
      </w:pPr>
      <w:r>
        <w:t>“We hold these truths to be self-evident, that all men are created equal, that they are endowed by their Creator with certain unalienable Rights, that among these are Life, Liberty and the pursuit of Happiness. – That to secure these rights, Governments are instituted among Men, deriving their just powers from the consent of the governed…”</w:t>
      </w:r>
    </w:p>
    <w:p w:rsidR="0096249B" w:rsidRDefault="0096249B" w:rsidP="00CC6EA0">
      <w:pPr>
        <w:pStyle w:val="ListParagraph"/>
      </w:pPr>
      <w:r>
        <w:t>When the writers of the Declaration of Independence wrote the document, do you think they believed “all men” applied literally to all people?</w:t>
      </w:r>
    </w:p>
    <w:p w:rsidR="0096249B" w:rsidRDefault="0096249B" w:rsidP="00CC6EA0">
      <w:pPr>
        <w:pStyle w:val="ListParagraph"/>
      </w:pPr>
    </w:p>
    <w:p w:rsidR="0096249B" w:rsidRDefault="0096249B" w:rsidP="00CC6EA0">
      <w:pPr>
        <w:pStyle w:val="ListParagraph"/>
      </w:pPr>
    </w:p>
    <w:p w:rsidR="0096249B" w:rsidRDefault="0096249B" w:rsidP="00CC6EA0">
      <w:pPr>
        <w:pStyle w:val="ListParagraph"/>
      </w:pPr>
    </w:p>
    <w:p w:rsidR="0096249B" w:rsidRDefault="0096249B" w:rsidP="00CC6EA0">
      <w:pPr>
        <w:pStyle w:val="ListParagraph"/>
      </w:pPr>
    </w:p>
    <w:p w:rsidR="0096249B" w:rsidRDefault="0096249B" w:rsidP="00211B3D">
      <w:pPr>
        <w:pStyle w:val="ListParagraph"/>
      </w:pPr>
      <w:r>
        <w:t>Does the Declaration of Independence apply today?  To whom does it apply?  Citizens?  Non-citizens?  Both?  Explain why.</w:t>
      </w:r>
    </w:p>
    <w:p w:rsidR="0096249B" w:rsidRDefault="0096249B" w:rsidP="00211B3D">
      <w:pPr>
        <w:pStyle w:val="ListParagraph"/>
      </w:pPr>
    </w:p>
    <w:p w:rsidR="0096249B" w:rsidRDefault="0096249B" w:rsidP="00F6795E">
      <w:pPr>
        <w:pStyle w:val="ListParagraph"/>
        <w:tabs>
          <w:tab w:val="left" w:pos="2016"/>
        </w:tabs>
      </w:pPr>
    </w:p>
    <w:p w:rsidR="0096249B" w:rsidRDefault="0096249B" w:rsidP="00211B3D">
      <w:pPr>
        <w:pStyle w:val="ListParagraph"/>
      </w:pPr>
    </w:p>
    <w:p w:rsidR="0096249B" w:rsidRDefault="0096249B" w:rsidP="00211B3D">
      <w:pPr>
        <w:pStyle w:val="ListParagraph"/>
      </w:pPr>
    </w:p>
    <w:p w:rsidR="0096249B" w:rsidRPr="007F77B8" w:rsidRDefault="0096249B" w:rsidP="007F77B8">
      <w:pPr>
        <w:pStyle w:val="ListParagraph"/>
        <w:numPr>
          <w:ilvl w:val="0"/>
          <w:numId w:val="13"/>
        </w:numPr>
      </w:pPr>
      <w:r w:rsidRPr="007F77B8">
        <w:t>Create a list of ideas to help Francisco and his family return to the United States.</w:t>
      </w:r>
    </w:p>
    <w:p w:rsidR="0096249B" w:rsidRDefault="0096249B" w:rsidP="00F6795E">
      <w:pPr>
        <w:pStyle w:val="ListParagraph"/>
      </w:pPr>
    </w:p>
    <w:p w:rsidR="0096249B" w:rsidRDefault="0096249B" w:rsidP="00F6795E">
      <w:pPr>
        <w:pStyle w:val="ListParagraph"/>
      </w:pPr>
    </w:p>
    <w:p w:rsidR="0096249B" w:rsidRPr="00F152BD" w:rsidRDefault="0096249B" w:rsidP="00F6795E">
      <w:pPr>
        <w:pStyle w:val="ListParagraph"/>
      </w:pPr>
    </w:p>
    <w:sectPr w:rsidR="0096249B" w:rsidRPr="00F152BD" w:rsidSect="005C3A68">
      <w:pgSz w:w="12240" w:h="15840"/>
      <w:pgMar w:top="360" w:right="360" w:bottom="691" w:left="36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6249B" w:rsidRDefault="0096249B" w:rsidP="007A1BF1">
      <w:pPr>
        <w:spacing w:after="0" w:line="240" w:lineRule="auto"/>
      </w:pPr>
      <w:r>
        <w:separator/>
      </w:r>
    </w:p>
  </w:endnote>
  <w:endnote w:type="continuationSeparator" w:id="0">
    <w:p w:rsidR="0096249B" w:rsidRDefault="0096249B" w:rsidP="007A1BF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6249B" w:rsidRDefault="0096249B" w:rsidP="007A1BF1">
      <w:pPr>
        <w:spacing w:after="0" w:line="240" w:lineRule="auto"/>
      </w:pPr>
      <w:r>
        <w:separator/>
      </w:r>
    </w:p>
  </w:footnote>
  <w:footnote w:type="continuationSeparator" w:id="0">
    <w:p w:rsidR="0096249B" w:rsidRDefault="0096249B" w:rsidP="007A1BF1">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6B3E51"/>
    <w:multiLevelType w:val="hybridMultilevel"/>
    <w:tmpl w:val="5CD6DBE8"/>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
    <w:nsid w:val="024F3674"/>
    <w:multiLevelType w:val="hybridMultilevel"/>
    <w:tmpl w:val="A216A04E"/>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
    <w:nsid w:val="120277F1"/>
    <w:multiLevelType w:val="hybridMultilevel"/>
    <w:tmpl w:val="DAD483A6"/>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
    <w:nsid w:val="259A4D11"/>
    <w:multiLevelType w:val="hybridMultilevel"/>
    <w:tmpl w:val="765AE42C"/>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
    <w:nsid w:val="33A21343"/>
    <w:multiLevelType w:val="hybridMultilevel"/>
    <w:tmpl w:val="7D165992"/>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
    <w:nsid w:val="42296B1B"/>
    <w:multiLevelType w:val="hybridMultilevel"/>
    <w:tmpl w:val="016ABFF0"/>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
    <w:nsid w:val="51706CE8"/>
    <w:multiLevelType w:val="hybridMultilevel"/>
    <w:tmpl w:val="F782EACE"/>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7">
    <w:nsid w:val="53C745B7"/>
    <w:multiLevelType w:val="hybridMultilevel"/>
    <w:tmpl w:val="BCEAF808"/>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8">
    <w:nsid w:val="640B5713"/>
    <w:multiLevelType w:val="hybridMultilevel"/>
    <w:tmpl w:val="E43A2060"/>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9">
    <w:nsid w:val="68EB44D9"/>
    <w:multiLevelType w:val="hybridMultilevel"/>
    <w:tmpl w:val="B8481564"/>
    <w:lvl w:ilvl="0" w:tplc="10AAB972">
      <w:start w:val="3"/>
      <w:numFmt w:val="bullet"/>
      <w:lvlText w:val="-"/>
      <w:lvlJc w:val="left"/>
      <w:pPr>
        <w:ind w:left="1080" w:hanging="360"/>
      </w:pPr>
      <w:rPr>
        <w:rFonts w:ascii="Calibri" w:eastAsia="Times New Roman" w:hAnsi="Calibri"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nsid w:val="6A4C2E19"/>
    <w:multiLevelType w:val="hybridMultilevel"/>
    <w:tmpl w:val="B76AE214"/>
    <w:lvl w:ilvl="0" w:tplc="C4C8B530">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1">
    <w:nsid w:val="6A5E7485"/>
    <w:multiLevelType w:val="hybridMultilevel"/>
    <w:tmpl w:val="24924896"/>
    <w:lvl w:ilvl="0" w:tplc="3064F7B0">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2">
    <w:nsid w:val="6FB824A8"/>
    <w:multiLevelType w:val="hybridMultilevel"/>
    <w:tmpl w:val="BB08C45E"/>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3">
    <w:nsid w:val="76154C33"/>
    <w:multiLevelType w:val="hybridMultilevel"/>
    <w:tmpl w:val="0882E0A2"/>
    <w:lvl w:ilvl="0" w:tplc="0409000F">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4">
    <w:nsid w:val="76C663D6"/>
    <w:multiLevelType w:val="hybridMultilevel"/>
    <w:tmpl w:val="C9BCC89A"/>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8"/>
  </w:num>
  <w:num w:numId="2">
    <w:abstractNumId w:val="12"/>
  </w:num>
  <w:num w:numId="3">
    <w:abstractNumId w:val="6"/>
  </w:num>
  <w:num w:numId="4">
    <w:abstractNumId w:val="11"/>
  </w:num>
  <w:num w:numId="5">
    <w:abstractNumId w:val="5"/>
  </w:num>
  <w:num w:numId="6">
    <w:abstractNumId w:val="2"/>
  </w:num>
  <w:num w:numId="7">
    <w:abstractNumId w:val="3"/>
  </w:num>
  <w:num w:numId="8">
    <w:abstractNumId w:val="0"/>
  </w:num>
  <w:num w:numId="9">
    <w:abstractNumId w:val="7"/>
  </w:num>
  <w:num w:numId="10">
    <w:abstractNumId w:val="13"/>
  </w:num>
  <w:num w:numId="11">
    <w:abstractNumId w:val="14"/>
  </w:num>
  <w:num w:numId="12">
    <w:abstractNumId w:val="1"/>
  </w:num>
  <w:num w:numId="13">
    <w:abstractNumId w:val="10"/>
  </w:num>
  <w:num w:numId="14">
    <w:abstractNumId w:val="9"/>
  </w:num>
  <w:num w:numId="1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20"/>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12152"/>
    <w:rsid w:val="000019E8"/>
    <w:rsid w:val="00013DB5"/>
    <w:rsid w:val="00037004"/>
    <w:rsid w:val="00067991"/>
    <w:rsid w:val="00076BEE"/>
    <w:rsid w:val="000A48E2"/>
    <w:rsid w:val="000C6E09"/>
    <w:rsid w:val="001068CA"/>
    <w:rsid w:val="00111058"/>
    <w:rsid w:val="00123905"/>
    <w:rsid w:val="00163EFB"/>
    <w:rsid w:val="0017055C"/>
    <w:rsid w:val="001A1B0D"/>
    <w:rsid w:val="001E159B"/>
    <w:rsid w:val="001F11E1"/>
    <w:rsid w:val="00211B3D"/>
    <w:rsid w:val="0024053C"/>
    <w:rsid w:val="00271858"/>
    <w:rsid w:val="002736F9"/>
    <w:rsid w:val="002C77EE"/>
    <w:rsid w:val="003134AE"/>
    <w:rsid w:val="00341EC9"/>
    <w:rsid w:val="003733D8"/>
    <w:rsid w:val="003C5F22"/>
    <w:rsid w:val="003E25F7"/>
    <w:rsid w:val="0044224C"/>
    <w:rsid w:val="0048410D"/>
    <w:rsid w:val="004A3285"/>
    <w:rsid w:val="004D514E"/>
    <w:rsid w:val="004F0191"/>
    <w:rsid w:val="004F2BA4"/>
    <w:rsid w:val="005164B3"/>
    <w:rsid w:val="00524E7A"/>
    <w:rsid w:val="005255F4"/>
    <w:rsid w:val="00531556"/>
    <w:rsid w:val="00531CC2"/>
    <w:rsid w:val="0058265C"/>
    <w:rsid w:val="005C3A68"/>
    <w:rsid w:val="005D1F28"/>
    <w:rsid w:val="005D60BF"/>
    <w:rsid w:val="00626994"/>
    <w:rsid w:val="00634915"/>
    <w:rsid w:val="00635070"/>
    <w:rsid w:val="006A2AF2"/>
    <w:rsid w:val="006C53D9"/>
    <w:rsid w:val="006C6E23"/>
    <w:rsid w:val="006F0205"/>
    <w:rsid w:val="007206E9"/>
    <w:rsid w:val="00725E8D"/>
    <w:rsid w:val="00731B11"/>
    <w:rsid w:val="00771F20"/>
    <w:rsid w:val="007A1BF1"/>
    <w:rsid w:val="007D27C9"/>
    <w:rsid w:val="007E04A6"/>
    <w:rsid w:val="007F77B8"/>
    <w:rsid w:val="00810A7D"/>
    <w:rsid w:val="008723CB"/>
    <w:rsid w:val="00876777"/>
    <w:rsid w:val="008A2310"/>
    <w:rsid w:val="008B787B"/>
    <w:rsid w:val="008D03A4"/>
    <w:rsid w:val="008D1E9A"/>
    <w:rsid w:val="008E3C76"/>
    <w:rsid w:val="0091646A"/>
    <w:rsid w:val="00920206"/>
    <w:rsid w:val="00933019"/>
    <w:rsid w:val="00950AE7"/>
    <w:rsid w:val="0096249B"/>
    <w:rsid w:val="0097507F"/>
    <w:rsid w:val="00993CDE"/>
    <w:rsid w:val="009A46AF"/>
    <w:rsid w:val="009D0007"/>
    <w:rsid w:val="009D54F8"/>
    <w:rsid w:val="009F43E7"/>
    <w:rsid w:val="00A30AA6"/>
    <w:rsid w:val="00A31F84"/>
    <w:rsid w:val="00A56405"/>
    <w:rsid w:val="00AA0989"/>
    <w:rsid w:val="00AA4AA7"/>
    <w:rsid w:val="00AB3596"/>
    <w:rsid w:val="00AC38B7"/>
    <w:rsid w:val="00AC7F2B"/>
    <w:rsid w:val="00AE27AB"/>
    <w:rsid w:val="00AE5083"/>
    <w:rsid w:val="00B25509"/>
    <w:rsid w:val="00B37BCC"/>
    <w:rsid w:val="00B43A19"/>
    <w:rsid w:val="00B7216D"/>
    <w:rsid w:val="00BA0FD0"/>
    <w:rsid w:val="00BB150A"/>
    <w:rsid w:val="00BC6F9B"/>
    <w:rsid w:val="00BE3547"/>
    <w:rsid w:val="00BE3B2C"/>
    <w:rsid w:val="00C13F5B"/>
    <w:rsid w:val="00C21B29"/>
    <w:rsid w:val="00C23B2B"/>
    <w:rsid w:val="00CA520A"/>
    <w:rsid w:val="00CC6EA0"/>
    <w:rsid w:val="00CF4689"/>
    <w:rsid w:val="00D05A34"/>
    <w:rsid w:val="00D3348A"/>
    <w:rsid w:val="00D54C58"/>
    <w:rsid w:val="00D56C5E"/>
    <w:rsid w:val="00D65F99"/>
    <w:rsid w:val="00DC407F"/>
    <w:rsid w:val="00DE1258"/>
    <w:rsid w:val="00DF0C4F"/>
    <w:rsid w:val="00E10572"/>
    <w:rsid w:val="00E12006"/>
    <w:rsid w:val="00E12152"/>
    <w:rsid w:val="00E177B1"/>
    <w:rsid w:val="00E31ECB"/>
    <w:rsid w:val="00E60B1B"/>
    <w:rsid w:val="00E72C4D"/>
    <w:rsid w:val="00ED3B45"/>
    <w:rsid w:val="00EE37F6"/>
    <w:rsid w:val="00EF0CDC"/>
    <w:rsid w:val="00EF5AF1"/>
    <w:rsid w:val="00EF5D68"/>
    <w:rsid w:val="00F019CA"/>
    <w:rsid w:val="00F152BD"/>
    <w:rsid w:val="00F6795E"/>
    <w:rsid w:val="00F779C6"/>
    <w:rsid w:val="00F826F3"/>
    <w:rsid w:val="00F94244"/>
    <w:rsid w:val="00F9530A"/>
    <w:rsid w:val="00FC1596"/>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0989"/>
    <w:pPr>
      <w:spacing w:after="200" w:line="276" w:lineRule="auto"/>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E12152"/>
    <w:pPr>
      <w:ind w:left="720"/>
      <w:contextualSpacing/>
    </w:pPr>
  </w:style>
  <w:style w:type="paragraph" w:styleId="Header">
    <w:name w:val="header"/>
    <w:basedOn w:val="Normal"/>
    <w:link w:val="HeaderChar"/>
    <w:uiPriority w:val="99"/>
    <w:rsid w:val="007A1BF1"/>
    <w:pPr>
      <w:tabs>
        <w:tab w:val="center" w:pos="4680"/>
        <w:tab w:val="right" w:pos="9360"/>
      </w:tabs>
      <w:spacing w:after="0" w:line="240" w:lineRule="auto"/>
    </w:pPr>
  </w:style>
  <w:style w:type="character" w:customStyle="1" w:styleId="HeaderChar">
    <w:name w:val="Header Char"/>
    <w:basedOn w:val="DefaultParagraphFont"/>
    <w:link w:val="Header"/>
    <w:uiPriority w:val="99"/>
    <w:locked/>
    <w:rsid w:val="007A1BF1"/>
    <w:rPr>
      <w:rFonts w:cs="Times New Roman"/>
    </w:rPr>
  </w:style>
  <w:style w:type="paragraph" w:styleId="Footer">
    <w:name w:val="footer"/>
    <w:basedOn w:val="Normal"/>
    <w:link w:val="FooterChar"/>
    <w:uiPriority w:val="99"/>
    <w:rsid w:val="007A1BF1"/>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7A1BF1"/>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1322</TotalTime>
  <Pages>7</Pages>
  <Words>1265</Words>
  <Characters>7216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Kendra</dc:creator>
  <cp:keywords/>
  <dc:description/>
  <cp:lastModifiedBy>Justin</cp:lastModifiedBy>
  <cp:revision>25</cp:revision>
  <dcterms:created xsi:type="dcterms:W3CDTF">2011-10-23T17:28:00Z</dcterms:created>
  <dcterms:modified xsi:type="dcterms:W3CDTF">2011-12-04T03:49:00Z</dcterms:modified>
</cp:coreProperties>
</file>